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900" w:rsidRPr="00CB75E3" w:rsidRDefault="00067900" w:rsidP="00CB75E3">
      <w:pPr>
        <w:jc w:val="right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.</w:t>
      </w:r>
      <w:r w:rsidRPr="00CB75E3">
        <w:rPr>
          <w:rFonts w:ascii="Times New Roman" w:hAnsi="Times New Roman"/>
          <w:b/>
          <w:sz w:val="20"/>
          <w:szCs w:val="20"/>
        </w:rPr>
        <w:t>Туртулова Руфия</w:t>
      </w:r>
      <w:r>
        <w:rPr>
          <w:rFonts w:ascii="Times New Roman" w:hAnsi="Times New Roman"/>
          <w:b/>
          <w:sz w:val="20"/>
          <w:szCs w:val="20"/>
        </w:rPr>
        <w:t xml:space="preserve"> Васильевна</w:t>
      </w:r>
    </w:p>
    <w:p w:rsidR="00067900" w:rsidRPr="00CB75E3" w:rsidRDefault="00067900" w:rsidP="00CB75E3">
      <w:pPr>
        <w:jc w:val="right"/>
        <w:rPr>
          <w:rFonts w:ascii="Times New Roman" w:hAnsi="Times New Roman"/>
          <w:b/>
          <w:sz w:val="20"/>
          <w:szCs w:val="20"/>
        </w:rPr>
      </w:pPr>
      <w:r w:rsidRPr="00CB75E3">
        <w:rPr>
          <w:rFonts w:ascii="Times New Roman" w:hAnsi="Times New Roman"/>
          <w:b/>
          <w:sz w:val="20"/>
          <w:szCs w:val="20"/>
        </w:rPr>
        <w:t>учитель самопознания</w:t>
      </w:r>
    </w:p>
    <w:p w:rsidR="00067900" w:rsidRPr="00CB75E3" w:rsidRDefault="00067900" w:rsidP="00CB75E3">
      <w:pPr>
        <w:jc w:val="right"/>
        <w:rPr>
          <w:rFonts w:ascii="Times New Roman" w:hAnsi="Times New Roman"/>
          <w:b/>
          <w:sz w:val="20"/>
          <w:szCs w:val="20"/>
        </w:rPr>
      </w:pPr>
      <w:r w:rsidRPr="00CB75E3">
        <w:rPr>
          <w:rFonts w:ascii="Times New Roman" w:hAnsi="Times New Roman"/>
          <w:b/>
          <w:sz w:val="20"/>
          <w:szCs w:val="20"/>
        </w:rPr>
        <w:t>1 категория</w:t>
      </w:r>
    </w:p>
    <w:p w:rsidR="00067900" w:rsidRPr="00CB75E3" w:rsidRDefault="00067900" w:rsidP="00CB75E3">
      <w:pPr>
        <w:jc w:val="right"/>
        <w:rPr>
          <w:rFonts w:ascii="Times New Roman" w:hAnsi="Times New Roman"/>
          <w:b/>
          <w:sz w:val="20"/>
          <w:szCs w:val="20"/>
        </w:rPr>
      </w:pPr>
      <w:r w:rsidRPr="00CB75E3">
        <w:rPr>
          <w:rFonts w:ascii="Times New Roman" w:hAnsi="Times New Roman"/>
          <w:b/>
          <w:sz w:val="20"/>
          <w:szCs w:val="20"/>
        </w:rPr>
        <w:t>ВКО г Семей</w:t>
      </w:r>
    </w:p>
    <w:p w:rsidR="00067900" w:rsidRPr="00CB75E3" w:rsidRDefault="00067900" w:rsidP="00CB75E3">
      <w:pPr>
        <w:jc w:val="right"/>
        <w:rPr>
          <w:rFonts w:ascii="Times New Roman" w:hAnsi="Times New Roman"/>
          <w:sz w:val="20"/>
          <w:szCs w:val="20"/>
        </w:rPr>
      </w:pPr>
      <w:r w:rsidRPr="00CB75E3">
        <w:rPr>
          <w:rFonts w:ascii="Times New Roman" w:hAnsi="Times New Roman"/>
          <w:b/>
          <w:sz w:val="20"/>
          <w:szCs w:val="20"/>
        </w:rPr>
        <w:t>школа-лицей № 38</w:t>
      </w:r>
    </w:p>
    <w:p w:rsidR="00067900" w:rsidRDefault="00067900" w:rsidP="003A59A6">
      <w:pPr>
        <w:jc w:val="center"/>
        <w:rPr>
          <w:rFonts w:ascii="Times New Roman" w:hAnsi="Times New Roman"/>
          <w:b/>
          <w:sz w:val="32"/>
          <w:szCs w:val="32"/>
        </w:rPr>
      </w:pPr>
    </w:p>
    <w:p w:rsidR="00067900" w:rsidRPr="00CB75E3" w:rsidRDefault="00067900" w:rsidP="003A59A6">
      <w:pPr>
        <w:jc w:val="center"/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В зеркале дружбы</w:t>
      </w:r>
    </w:p>
    <w:p w:rsidR="00067900" w:rsidRPr="00A96BF5" w:rsidRDefault="00067900" w:rsidP="003A59A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Внеклассное мероприятие</w:t>
      </w:r>
    </w:p>
    <w:p w:rsidR="00067900" w:rsidRPr="00CB75E3" w:rsidRDefault="00067900" w:rsidP="003A59A6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7</w:t>
      </w:r>
      <w:r w:rsidRPr="00CB75E3">
        <w:rPr>
          <w:rFonts w:ascii="Times New Roman" w:hAnsi="Times New Roman"/>
          <w:b/>
        </w:rPr>
        <w:t xml:space="preserve"> класс</w:t>
      </w:r>
    </w:p>
    <w:p w:rsidR="00067900" w:rsidRPr="00CB75E3" w:rsidRDefault="00067900" w:rsidP="003A59A6">
      <w:pPr>
        <w:rPr>
          <w:rFonts w:ascii="Times New Roman" w:hAnsi="Times New Roman"/>
        </w:rPr>
      </w:pPr>
      <w:r w:rsidRPr="00CB75E3">
        <w:rPr>
          <w:rFonts w:ascii="Times New Roman" w:hAnsi="Times New Roman"/>
          <w:b/>
        </w:rPr>
        <w:t>Цель:</w:t>
      </w:r>
      <w:r w:rsidRPr="00CB75E3">
        <w:rPr>
          <w:rFonts w:ascii="Times New Roman" w:hAnsi="Times New Roman"/>
        </w:rPr>
        <w:t xml:space="preserve"> развивать умение учащихся дружить, быть истинным другом, понимать значимость выполнения обязательств как один из способов наполнения жизни радостью.</w:t>
      </w:r>
    </w:p>
    <w:p w:rsidR="00067900" w:rsidRPr="00CB75E3" w:rsidRDefault="00067900" w:rsidP="003A59A6">
      <w:pPr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Задачи:</w:t>
      </w:r>
    </w:p>
    <w:p w:rsidR="00067900" w:rsidRPr="00CB75E3" w:rsidRDefault="00067900" w:rsidP="003A59A6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-расширение представлений об искренней дружбе и ее обязательств;</w:t>
      </w:r>
    </w:p>
    <w:p w:rsidR="00067900" w:rsidRPr="00CB75E3" w:rsidRDefault="00067900" w:rsidP="003A59A6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-развитие умения различать искреннюю дружбу от приятельских отношений, истинную дружбу от ложной;</w:t>
      </w:r>
    </w:p>
    <w:p w:rsidR="00067900" w:rsidRPr="00CB75E3" w:rsidRDefault="00067900" w:rsidP="003A59A6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-воспитание чувства ответственности за созидание искренних и бескорыстных отношений в дружбе.</w:t>
      </w:r>
    </w:p>
    <w:p w:rsidR="00067900" w:rsidRPr="00CB75E3" w:rsidRDefault="00067900" w:rsidP="003A59A6">
      <w:pPr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Круг радости</w:t>
      </w:r>
    </w:p>
    <w:p w:rsidR="00067900" w:rsidRPr="00CB75E3" w:rsidRDefault="00067900" w:rsidP="003A59A6">
      <w:pPr>
        <w:jc w:val="right"/>
        <w:rPr>
          <w:rFonts w:ascii="Times New Roman" w:hAnsi="Times New Roman"/>
        </w:rPr>
      </w:pPr>
      <w:r w:rsidRPr="00CB75E3">
        <w:rPr>
          <w:rFonts w:ascii="Times New Roman" w:hAnsi="Times New Roman"/>
        </w:rPr>
        <w:t>Галина Герасимова</w:t>
      </w:r>
    </w:p>
    <w:p w:rsidR="00067900" w:rsidRPr="00CB75E3" w:rsidRDefault="00067900" w:rsidP="003A59A6">
      <w:pPr>
        <w:jc w:val="center"/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Как хорошо, когда друг рядом есть!</w:t>
      </w:r>
    </w:p>
    <w:p w:rsidR="00067900" w:rsidRPr="00CB75E3" w:rsidRDefault="00067900" w:rsidP="003A59A6">
      <w:pPr>
        <w:jc w:val="center"/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Всегда поймет, всегда утешить сможет.</w:t>
      </w:r>
    </w:p>
    <w:p w:rsidR="00067900" w:rsidRPr="00CB75E3" w:rsidRDefault="00067900" w:rsidP="003A59A6">
      <w:pPr>
        <w:jc w:val="center"/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И если кто-то сердце потревожит,</w:t>
      </w:r>
    </w:p>
    <w:p w:rsidR="00067900" w:rsidRPr="00CB75E3" w:rsidRDefault="00067900" w:rsidP="003A59A6">
      <w:pPr>
        <w:jc w:val="center"/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С улыбкой встретит радостную весть.</w:t>
      </w:r>
    </w:p>
    <w:p w:rsidR="00067900" w:rsidRPr="00CB75E3" w:rsidRDefault="00067900" w:rsidP="003A59A6">
      <w:pPr>
        <w:jc w:val="center"/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Бывает разной дружба, просто верь,</w:t>
      </w:r>
    </w:p>
    <w:p w:rsidR="00067900" w:rsidRPr="00CB75E3" w:rsidRDefault="00067900" w:rsidP="003A59A6">
      <w:pPr>
        <w:jc w:val="center"/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Что с другом невозможное возможно.</w:t>
      </w:r>
    </w:p>
    <w:p w:rsidR="00067900" w:rsidRPr="00CB75E3" w:rsidRDefault="00067900" w:rsidP="003A59A6">
      <w:pPr>
        <w:jc w:val="center"/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И как бы тяжко не было и сложно,</w:t>
      </w:r>
    </w:p>
    <w:p w:rsidR="00067900" w:rsidRPr="00CB75E3" w:rsidRDefault="00067900" w:rsidP="003A59A6">
      <w:pPr>
        <w:jc w:val="center"/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Нет ничего важней твоих друзей.</w:t>
      </w:r>
    </w:p>
    <w:p w:rsidR="00067900" w:rsidRPr="00CB75E3" w:rsidRDefault="00067900" w:rsidP="003A59A6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А теперь предлагаю тепло поприветствовать друг друга.</w:t>
      </w:r>
    </w:p>
    <w:p w:rsidR="00067900" w:rsidRPr="00CB75E3" w:rsidRDefault="00067900" w:rsidP="003A59A6">
      <w:pPr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«Домик настроения»</w:t>
      </w:r>
    </w:p>
    <w:p w:rsidR="00067900" w:rsidRPr="00CB75E3" w:rsidRDefault="00067900" w:rsidP="003A59A6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Красный домик-отличное настроение</w:t>
      </w:r>
    </w:p>
    <w:p w:rsidR="00067900" w:rsidRPr="00CB75E3" w:rsidRDefault="00067900" w:rsidP="003A59A6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Желтый домик-хорошее настроение</w:t>
      </w:r>
    </w:p>
    <w:p w:rsidR="00067900" w:rsidRPr="00CB75E3" w:rsidRDefault="00067900" w:rsidP="003A59A6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Синий домик- плохое настроение</w:t>
      </w:r>
    </w:p>
    <w:p w:rsidR="00067900" w:rsidRPr="00CB75E3" w:rsidRDefault="00067900" w:rsidP="003A59A6">
      <w:pPr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Беседа</w:t>
      </w:r>
    </w:p>
    <w:p w:rsidR="00067900" w:rsidRPr="00CB75E3" w:rsidRDefault="00067900" w:rsidP="00E3276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CB75E3">
        <w:rPr>
          <w:rFonts w:ascii="Times New Roman" w:hAnsi="Times New Roman"/>
        </w:rPr>
        <w:t>Какое место в системе общечеловеческих ценностей вы отдали бы дружбе? Почему?</w:t>
      </w:r>
    </w:p>
    <w:p w:rsidR="00067900" w:rsidRPr="00CB75E3" w:rsidRDefault="00067900" w:rsidP="00E3276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CB75E3">
        <w:rPr>
          <w:rFonts w:ascii="Times New Roman" w:hAnsi="Times New Roman"/>
        </w:rPr>
        <w:t>Как дружба влияет на деятельность человека: труд, учение, творчество?</w:t>
      </w:r>
    </w:p>
    <w:p w:rsidR="00067900" w:rsidRPr="00CB75E3" w:rsidRDefault="00067900" w:rsidP="00E3276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CB75E3">
        <w:rPr>
          <w:rFonts w:ascii="Times New Roman" w:hAnsi="Times New Roman"/>
        </w:rPr>
        <w:t>Как вы понимаете смысл выражения «в зеркале дружбы»?</w:t>
      </w:r>
    </w:p>
    <w:p w:rsidR="00067900" w:rsidRPr="00CB75E3" w:rsidRDefault="00067900" w:rsidP="00E3276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CB75E3">
        <w:rPr>
          <w:rFonts w:ascii="Times New Roman" w:hAnsi="Times New Roman"/>
        </w:rPr>
        <w:t>Могут ли быть какие-то обязательства в дружбе?</w:t>
      </w:r>
    </w:p>
    <w:p w:rsidR="00067900" w:rsidRPr="00CB75E3" w:rsidRDefault="00067900" w:rsidP="00E3276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CB75E3">
        <w:rPr>
          <w:rFonts w:ascii="Times New Roman" w:hAnsi="Times New Roman"/>
        </w:rPr>
        <w:t>Как и в чем проявляется искренняя дружба?</w:t>
      </w:r>
    </w:p>
    <w:p w:rsidR="00067900" w:rsidRPr="00CB75E3" w:rsidRDefault="00067900" w:rsidP="00E32761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CB75E3">
        <w:rPr>
          <w:rFonts w:ascii="Times New Roman" w:hAnsi="Times New Roman"/>
        </w:rPr>
        <w:t>Как вы думаете, чем отличается понятие «друг», «друзья»?</w:t>
      </w:r>
    </w:p>
    <w:p w:rsidR="00067900" w:rsidRPr="00CB75E3" w:rsidRDefault="00067900" w:rsidP="007B3A8C">
      <w:pPr>
        <w:pStyle w:val="ListParagraph"/>
        <w:jc w:val="center"/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Просмотр мультфильма «Кот Леопольд»</w:t>
      </w:r>
    </w:p>
    <w:p w:rsidR="00067900" w:rsidRPr="00CB75E3" w:rsidRDefault="00067900" w:rsidP="00CB75E3">
      <w:pPr>
        <w:pStyle w:val="ListParagraph"/>
        <w:jc w:val="both"/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Задание</w:t>
      </w:r>
    </w:p>
    <w:p w:rsidR="00067900" w:rsidRPr="00CB75E3" w:rsidRDefault="00067900" w:rsidP="007B3A8C">
      <w:pPr>
        <w:pStyle w:val="ListParagraph"/>
        <w:rPr>
          <w:rFonts w:ascii="Times New Roman" w:hAnsi="Times New Roman"/>
          <w:b/>
        </w:rPr>
      </w:pPr>
      <w:bookmarkStart w:id="0" w:name="_GoBack"/>
      <w:bookmarkEnd w:id="0"/>
      <w:r w:rsidRPr="00CB75E3">
        <w:rPr>
          <w:rFonts w:ascii="Times New Roman" w:hAnsi="Times New Roman"/>
        </w:rPr>
        <w:t>Изготовьте два цветка один под названием «Помощники дружбы», а другой «Враги дружбы».</w:t>
      </w:r>
    </w:p>
    <w:p w:rsidR="00067900" w:rsidRPr="00CB75E3" w:rsidRDefault="00067900" w:rsidP="00E32761">
      <w:pPr>
        <w:jc w:val="both"/>
        <w:rPr>
          <w:rFonts w:ascii="Times New Roman" w:hAnsi="Times New Roman"/>
        </w:rPr>
      </w:pPr>
      <w:r w:rsidRPr="00CB75E3">
        <w:rPr>
          <w:rFonts w:ascii="Times New Roman" w:hAnsi="Times New Roman"/>
          <w:b/>
        </w:rPr>
        <w:t>Помощники дружбы:</w:t>
      </w:r>
      <w:r w:rsidRPr="00CB75E3">
        <w:rPr>
          <w:rFonts w:ascii="Times New Roman" w:hAnsi="Times New Roman"/>
        </w:rPr>
        <w:t xml:space="preserve"> общие интересы, увлечения, хобби, честность,доверие друг к другу, взаимопонимание, забота о других, верность, радостное настроение, сочувствие, справедливость, доброта, чуткое отношение друг к другу, умение прощать, умение видеть хорошее.</w:t>
      </w:r>
    </w:p>
    <w:p w:rsidR="00067900" w:rsidRPr="00CB75E3" w:rsidRDefault="00067900" w:rsidP="00E32761">
      <w:pPr>
        <w:jc w:val="both"/>
        <w:rPr>
          <w:rFonts w:ascii="Times New Roman" w:hAnsi="Times New Roman"/>
        </w:rPr>
      </w:pPr>
      <w:r w:rsidRPr="00CB75E3">
        <w:rPr>
          <w:rFonts w:ascii="Times New Roman" w:hAnsi="Times New Roman"/>
          <w:b/>
        </w:rPr>
        <w:t>Враги дружбы:</w:t>
      </w:r>
      <w:r w:rsidRPr="00CB75E3">
        <w:rPr>
          <w:rFonts w:ascii="Times New Roman" w:hAnsi="Times New Roman"/>
        </w:rPr>
        <w:t xml:space="preserve"> обида, ссора, драка, грубость, жадность, обман, эгоизм, зависть.</w:t>
      </w:r>
    </w:p>
    <w:p w:rsidR="00067900" w:rsidRPr="00CB75E3" w:rsidRDefault="00067900" w:rsidP="00E32761">
      <w:pPr>
        <w:jc w:val="both"/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На ватмане наклеиваются цветочные горшки условно увядшим цветком и цветущим цветком. Задача группы приклеить цветок под названием «Помощники дружбы» к цветущему цветку, а цветок под названием «Враги дружбы» к увядшему цветку.</w:t>
      </w:r>
    </w:p>
    <w:p w:rsidR="00067900" w:rsidRPr="00CB75E3" w:rsidRDefault="00067900" w:rsidP="00E32761">
      <w:pPr>
        <w:jc w:val="both"/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Тренинг «Шары с обидами»</w:t>
      </w:r>
    </w:p>
    <w:p w:rsidR="00067900" w:rsidRPr="00CB75E3" w:rsidRDefault="00067900" w:rsidP="00E32761">
      <w:pPr>
        <w:jc w:val="both"/>
        <w:rPr>
          <w:rFonts w:ascii="Times New Roman" w:hAnsi="Times New Roman"/>
        </w:rPr>
      </w:pPr>
      <w:r w:rsidRPr="00CB75E3">
        <w:rPr>
          <w:rFonts w:ascii="Times New Roman" w:hAnsi="Times New Roman"/>
        </w:rPr>
        <w:t>Каждому ученику дается шарик.</w:t>
      </w:r>
    </w:p>
    <w:p w:rsidR="00067900" w:rsidRPr="00CB75E3" w:rsidRDefault="00067900" w:rsidP="00E32761">
      <w:pPr>
        <w:jc w:val="both"/>
        <w:rPr>
          <w:rFonts w:ascii="Times New Roman" w:hAnsi="Times New Roman"/>
        </w:rPr>
      </w:pPr>
      <w:r w:rsidRPr="00CB75E3">
        <w:rPr>
          <w:rFonts w:ascii="Times New Roman" w:hAnsi="Times New Roman"/>
        </w:rPr>
        <w:t>Прошу вас надуть шары.</w:t>
      </w:r>
    </w:p>
    <w:p w:rsidR="00067900" w:rsidRPr="00CB75E3" w:rsidRDefault="00067900" w:rsidP="00E32761">
      <w:pPr>
        <w:jc w:val="both"/>
        <w:rPr>
          <w:rFonts w:ascii="Times New Roman" w:hAnsi="Times New Roman"/>
        </w:rPr>
      </w:pPr>
      <w:r w:rsidRPr="00CB75E3">
        <w:rPr>
          <w:rFonts w:ascii="Times New Roman" w:hAnsi="Times New Roman"/>
        </w:rPr>
        <w:t>Представьте, что шарик символизирует человека, а находящийся в нем воздух-чувство обиды.</w:t>
      </w:r>
    </w:p>
    <w:p w:rsidR="00067900" w:rsidRPr="00CB75E3" w:rsidRDefault="00067900" w:rsidP="00E32761">
      <w:pPr>
        <w:jc w:val="both"/>
        <w:rPr>
          <w:rFonts w:ascii="Times New Roman" w:hAnsi="Times New Roman"/>
        </w:rPr>
      </w:pPr>
      <w:r w:rsidRPr="00CB75E3">
        <w:rPr>
          <w:rFonts w:ascii="Times New Roman" w:hAnsi="Times New Roman"/>
        </w:rPr>
        <w:t>-Что будет, если обида переполнит человека?</w:t>
      </w:r>
    </w:p>
    <w:p w:rsidR="00067900" w:rsidRPr="00CB75E3" w:rsidRDefault="00067900" w:rsidP="00E32761">
      <w:pPr>
        <w:jc w:val="both"/>
        <w:rPr>
          <w:rFonts w:ascii="Times New Roman" w:hAnsi="Times New Roman"/>
        </w:rPr>
      </w:pPr>
      <w:r w:rsidRPr="00CB75E3">
        <w:rPr>
          <w:rFonts w:ascii="Times New Roman" w:hAnsi="Times New Roman"/>
        </w:rPr>
        <w:t>-Как помочь человеку? (Нужно отпускать обиду, учиться прощать.)</w:t>
      </w:r>
    </w:p>
    <w:p w:rsidR="00067900" w:rsidRPr="00CB75E3" w:rsidRDefault="00067900" w:rsidP="00E32761">
      <w:pPr>
        <w:jc w:val="both"/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Задание</w:t>
      </w:r>
    </w:p>
    <w:p w:rsidR="00067900" w:rsidRPr="00CB75E3" w:rsidRDefault="00067900" w:rsidP="00E32761">
      <w:pPr>
        <w:jc w:val="both"/>
        <w:rPr>
          <w:rFonts w:ascii="Times New Roman" w:hAnsi="Times New Roman"/>
        </w:rPr>
      </w:pPr>
      <w:r w:rsidRPr="00CB75E3">
        <w:rPr>
          <w:rFonts w:ascii="Times New Roman" w:hAnsi="Times New Roman"/>
        </w:rPr>
        <w:t>Закончите пословицы и поговорки о дружбе разных народов. Какие грани дружбы раскрывает каждая пара пословиц и поговорок? Приведите примеры из жизни.</w:t>
      </w:r>
    </w:p>
    <w:p w:rsidR="00067900" w:rsidRPr="00CB75E3" w:rsidRDefault="00067900" w:rsidP="00E32761">
      <w:pPr>
        <w:jc w:val="both"/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Дружба дружбой</w:t>
      </w:r>
      <w:r w:rsidRPr="00CB75E3">
        <w:rPr>
          <w:rFonts w:ascii="Times New Roman" w:hAnsi="Times New Roman"/>
          <w:b/>
          <w:i/>
        </w:rPr>
        <w:t>, а служба службой</w:t>
      </w:r>
    </w:p>
    <w:p w:rsidR="00067900" w:rsidRPr="00CB75E3" w:rsidRDefault="00067900" w:rsidP="00E32761">
      <w:pPr>
        <w:jc w:val="both"/>
        <w:rPr>
          <w:rFonts w:ascii="Times New Roman" w:hAnsi="Times New Roman"/>
          <w:b/>
          <w:i/>
        </w:rPr>
      </w:pPr>
      <w:r w:rsidRPr="00CB75E3">
        <w:rPr>
          <w:rFonts w:ascii="Times New Roman" w:hAnsi="Times New Roman"/>
          <w:i/>
        </w:rPr>
        <w:t xml:space="preserve">Дружба заботой </w:t>
      </w:r>
      <w:r w:rsidRPr="00CB75E3">
        <w:rPr>
          <w:rFonts w:ascii="Times New Roman" w:hAnsi="Times New Roman"/>
          <w:b/>
          <w:i/>
        </w:rPr>
        <w:t>и подмогой крепка</w:t>
      </w:r>
    </w:p>
    <w:p w:rsidR="00067900" w:rsidRPr="00CB75E3" w:rsidRDefault="00067900" w:rsidP="00E32761">
      <w:pPr>
        <w:jc w:val="both"/>
        <w:rPr>
          <w:rFonts w:ascii="Times New Roman" w:hAnsi="Times New Roman"/>
          <w:b/>
          <w:i/>
        </w:rPr>
      </w:pPr>
      <w:r w:rsidRPr="00CB75E3">
        <w:rPr>
          <w:rFonts w:ascii="Times New Roman" w:hAnsi="Times New Roman"/>
          <w:i/>
        </w:rPr>
        <w:t xml:space="preserve">Будь друг, да не будь в </w:t>
      </w:r>
      <w:r w:rsidRPr="00CB75E3">
        <w:rPr>
          <w:rFonts w:ascii="Times New Roman" w:hAnsi="Times New Roman"/>
          <w:b/>
          <w:i/>
        </w:rPr>
        <w:t>убыток</w:t>
      </w:r>
    </w:p>
    <w:p w:rsidR="00067900" w:rsidRPr="00CB75E3" w:rsidRDefault="00067900" w:rsidP="00E32761">
      <w:pPr>
        <w:jc w:val="both"/>
        <w:rPr>
          <w:rFonts w:ascii="Times New Roman" w:hAnsi="Times New Roman"/>
          <w:b/>
          <w:i/>
        </w:rPr>
      </w:pPr>
      <w:r w:rsidRPr="00CB75E3">
        <w:rPr>
          <w:rFonts w:ascii="Times New Roman" w:hAnsi="Times New Roman"/>
          <w:i/>
        </w:rPr>
        <w:t xml:space="preserve">Назвался другом- помогай в </w:t>
      </w:r>
      <w:r w:rsidRPr="00CB75E3">
        <w:rPr>
          <w:rFonts w:ascii="Times New Roman" w:hAnsi="Times New Roman"/>
          <w:b/>
          <w:i/>
        </w:rPr>
        <w:t>беде</w:t>
      </w:r>
    </w:p>
    <w:p w:rsidR="00067900" w:rsidRPr="00CB75E3" w:rsidRDefault="00067900" w:rsidP="00E32761">
      <w:pPr>
        <w:jc w:val="both"/>
        <w:rPr>
          <w:rFonts w:ascii="Times New Roman" w:hAnsi="Times New Roman"/>
          <w:b/>
          <w:i/>
        </w:rPr>
      </w:pPr>
      <w:r w:rsidRPr="00CB75E3">
        <w:rPr>
          <w:rFonts w:ascii="Times New Roman" w:hAnsi="Times New Roman"/>
          <w:i/>
        </w:rPr>
        <w:t xml:space="preserve">Соха не плуг. Приятель </w:t>
      </w:r>
      <w:r w:rsidRPr="00CB75E3">
        <w:rPr>
          <w:rFonts w:ascii="Times New Roman" w:hAnsi="Times New Roman"/>
          <w:b/>
          <w:i/>
        </w:rPr>
        <w:t>не друг</w:t>
      </w:r>
    </w:p>
    <w:p w:rsidR="00067900" w:rsidRPr="00CB75E3" w:rsidRDefault="00067900" w:rsidP="00E32761">
      <w:pPr>
        <w:jc w:val="both"/>
        <w:rPr>
          <w:rFonts w:ascii="Times New Roman" w:hAnsi="Times New Roman"/>
          <w:b/>
          <w:i/>
        </w:rPr>
      </w:pPr>
      <w:r w:rsidRPr="00CB75E3">
        <w:rPr>
          <w:rFonts w:ascii="Times New Roman" w:hAnsi="Times New Roman"/>
          <w:i/>
        </w:rPr>
        <w:t>Вдруг не станет</w:t>
      </w:r>
      <w:r w:rsidRPr="00CB75E3">
        <w:rPr>
          <w:rFonts w:ascii="Times New Roman" w:hAnsi="Times New Roman"/>
          <w:b/>
          <w:i/>
        </w:rPr>
        <w:t>друг.</w:t>
      </w:r>
    </w:p>
    <w:p w:rsidR="00067900" w:rsidRPr="00CB75E3" w:rsidRDefault="00067900" w:rsidP="00E32761">
      <w:pPr>
        <w:jc w:val="both"/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 xml:space="preserve">Крепкую дружбу и топором </w:t>
      </w:r>
      <w:r w:rsidRPr="00CB75E3">
        <w:rPr>
          <w:rFonts w:ascii="Times New Roman" w:hAnsi="Times New Roman"/>
          <w:b/>
          <w:i/>
        </w:rPr>
        <w:t>не разрубишь.</w:t>
      </w:r>
    </w:p>
    <w:p w:rsidR="00067900" w:rsidRPr="00CB75E3" w:rsidRDefault="00067900" w:rsidP="00E32761">
      <w:pPr>
        <w:jc w:val="both"/>
        <w:rPr>
          <w:rFonts w:ascii="Times New Roman" w:hAnsi="Times New Roman"/>
          <w:b/>
          <w:i/>
        </w:rPr>
      </w:pPr>
      <w:r w:rsidRPr="00CB75E3">
        <w:rPr>
          <w:rFonts w:ascii="Times New Roman" w:hAnsi="Times New Roman"/>
          <w:i/>
        </w:rPr>
        <w:t xml:space="preserve">Недоверие убивает </w:t>
      </w:r>
      <w:r w:rsidRPr="00CB75E3">
        <w:rPr>
          <w:rFonts w:ascii="Times New Roman" w:hAnsi="Times New Roman"/>
          <w:b/>
          <w:i/>
        </w:rPr>
        <w:t>дружбу.</w:t>
      </w:r>
    </w:p>
    <w:p w:rsidR="00067900" w:rsidRPr="00CB75E3" w:rsidRDefault="00067900" w:rsidP="00E32761">
      <w:pPr>
        <w:jc w:val="both"/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Разминка</w:t>
      </w:r>
    </w:p>
    <w:p w:rsidR="00067900" w:rsidRPr="00CB75E3" w:rsidRDefault="00067900" w:rsidP="00E32761">
      <w:pPr>
        <w:jc w:val="both"/>
        <w:rPr>
          <w:rFonts w:ascii="Times New Roman" w:hAnsi="Times New Roman"/>
        </w:rPr>
      </w:pPr>
      <w:r w:rsidRPr="00CB75E3">
        <w:rPr>
          <w:rFonts w:ascii="Times New Roman" w:hAnsi="Times New Roman"/>
        </w:rPr>
        <w:t>В центре класса стоит парта на ней находится ватман, учащиеся встают вокруг стола и с помощью маркера обводят свою ладошку и пишут на ней свое имя. А затем звучит песня о дружбе, пока она звучит, дети ходят по кругу она заканчивается напротив чей ладони они оказались, пишут на пальчиках пожелание.</w:t>
      </w:r>
    </w:p>
    <w:p w:rsidR="00067900" w:rsidRPr="00CB75E3" w:rsidRDefault="00067900" w:rsidP="00E32761">
      <w:pPr>
        <w:jc w:val="both"/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Цитаты</w:t>
      </w:r>
    </w:p>
    <w:p w:rsidR="00067900" w:rsidRPr="00CB75E3" w:rsidRDefault="00067900" w:rsidP="00E32761">
      <w:pPr>
        <w:jc w:val="both"/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Дружба удваивает радость и сокращает наполовину горести</w:t>
      </w:r>
    </w:p>
    <w:p w:rsidR="00067900" w:rsidRPr="00CB75E3" w:rsidRDefault="00067900" w:rsidP="00C8181C">
      <w:pPr>
        <w:jc w:val="right"/>
        <w:rPr>
          <w:rFonts w:ascii="Times New Roman" w:hAnsi="Times New Roman"/>
        </w:rPr>
      </w:pPr>
      <w:r w:rsidRPr="00CB75E3">
        <w:rPr>
          <w:rFonts w:ascii="Times New Roman" w:hAnsi="Times New Roman"/>
        </w:rPr>
        <w:t>Ф.Бэкон</w:t>
      </w:r>
    </w:p>
    <w:p w:rsidR="00067900" w:rsidRPr="00CB75E3" w:rsidRDefault="00067900" w:rsidP="00C8181C">
      <w:pPr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Наслаждение общением-главный признак дружбы.</w:t>
      </w:r>
    </w:p>
    <w:p w:rsidR="00067900" w:rsidRPr="00CB75E3" w:rsidRDefault="00067900" w:rsidP="00DC2004">
      <w:pPr>
        <w:jc w:val="right"/>
        <w:rPr>
          <w:rFonts w:ascii="Times New Roman" w:hAnsi="Times New Roman"/>
        </w:rPr>
      </w:pPr>
      <w:r w:rsidRPr="00CB75E3">
        <w:rPr>
          <w:rFonts w:ascii="Times New Roman" w:hAnsi="Times New Roman"/>
        </w:rPr>
        <w:t>Аристотель</w:t>
      </w:r>
    </w:p>
    <w:p w:rsidR="00067900" w:rsidRPr="00CB75E3" w:rsidRDefault="00067900" w:rsidP="00DC2004">
      <w:pPr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Без дружбы никакое общение между людьми не имеет ценности.</w:t>
      </w:r>
    </w:p>
    <w:p w:rsidR="00067900" w:rsidRPr="00CB75E3" w:rsidRDefault="00067900" w:rsidP="00DC2004">
      <w:pPr>
        <w:jc w:val="right"/>
        <w:rPr>
          <w:rFonts w:ascii="Times New Roman" w:hAnsi="Times New Roman"/>
        </w:rPr>
      </w:pPr>
      <w:r w:rsidRPr="00CB75E3">
        <w:rPr>
          <w:rFonts w:ascii="Times New Roman" w:hAnsi="Times New Roman"/>
        </w:rPr>
        <w:t>Сократ</w:t>
      </w:r>
    </w:p>
    <w:p w:rsidR="00067900" w:rsidRPr="00CB75E3" w:rsidRDefault="00067900" w:rsidP="00DC2004">
      <w:pPr>
        <w:jc w:val="right"/>
        <w:rPr>
          <w:rFonts w:ascii="Times New Roman" w:hAnsi="Times New Roman"/>
        </w:rPr>
      </w:pPr>
    </w:p>
    <w:p w:rsidR="00067900" w:rsidRPr="00CB75E3" w:rsidRDefault="00067900" w:rsidP="00DC2004">
      <w:pPr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Ситуации</w:t>
      </w:r>
    </w:p>
    <w:p w:rsidR="00067900" w:rsidRPr="00CB75E3" w:rsidRDefault="00067900" w:rsidP="00DC2004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1.Ваш друг допустил ошибку на доске. Вы заметили это и …….</w:t>
      </w:r>
    </w:p>
    <w:p w:rsidR="00067900" w:rsidRPr="00CB75E3" w:rsidRDefault="00067900" w:rsidP="00DC2004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2.Раздавая тетради, ваша подруга положила вам по ошибке чужую тетрадь. Ваши слова и действия?</w:t>
      </w:r>
    </w:p>
    <w:p w:rsidR="00067900" w:rsidRPr="00CB75E3" w:rsidRDefault="00067900" w:rsidP="00DC2004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3.Вы нечаянно, но сильно толкнули одноклассника, с которым дружите. Что произойдет?</w:t>
      </w:r>
    </w:p>
    <w:p w:rsidR="00067900" w:rsidRPr="00CB75E3" w:rsidRDefault="00067900" w:rsidP="00DC2004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 xml:space="preserve">4.Кто-то случайно наступил вам на ногу. Вам больно. Как поступить? </w:t>
      </w:r>
    </w:p>
    <w:p w:rsidR="00067900" w:rsidRPr="00CB75E3" w:rsidRDefault="00067900" w:rsidP="00DC2004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5.Вас посадили за одну парту с тем, кто вам не очень симпатичен или, наоборот, сильно нравится. Что скажет, сделает ваш друг?</w:t>
      </w:r>
    </w:p>
    <w:p w:rsidR="00067900" w:rsidRPr="00CB75E3" w:rsidRDefault="00067900" w:rsidP="00DC2004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6.Вы услышали, что кто-то обидно обозвал вашего друга. Как вы поступите?</w:t>
      </w:r>
    </w:p>
    <w:p w:rsidR="00067900" w:rsidRPr="00CB75E3" w:rsidRDefault="00067900" w:rsidP="00DC2004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7.Ваш друг долго болеет, лежит в больнице во время учебного года. Ваши действия?</w:t>
      </w:r>
    </w:p>
    <w:p w:rsidR="00067900" w:rsidRPr="00CB75E3" w:rsidRDefault="00067900" w:rsidP="00DC2004">
      <w:pPr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Круг «От сердца к сердцу»</w:t>
      </w:r>
    </w:p>
    <w:p w:rsidR="00067900" w:rsidRPr="00CB75E3" w:rsidRDefault="00067900" w:rsidP="00DC2004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-Давайте сядем по</w:t>
      </w:r>
      <w:r>
        <w:rPr>
          <w:rFonts w:ascii="Times New Roman" w:hAnsi="Times New Roman"/>
        </w:rPr>
        <w:t xml:space="preserve"> </w:t>
      </w:r>
      <w:r w:rsidRPr="00CB75E3">
        <w:rPr>
          <w:rFonts w:ascii="Times New Roman" w:hAnsi="Times New Roman"/>
        </w:rPr>
        <w:t>удобнее и послушаем добрую и хорошую музыку, а я вам расскажу историю.</w:t>
      </w:r>
    </w:p>
    <w:p w:rsidR="00067900" w:rsidRPr="00CB75E3" w:rsidRDefault="00067900" w:rsidP="00DC2004">
      <w:pPr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Жил да был на свете добрый волшебник, у него была чудесная блестящая дудочка(пауза), и, когда он в нее дул, то из нее вылетали разноцветные шарики (пауза). Эти шарики летели во все стороны: красные шарики спешили повеселить людей (пауза), желтые – обрадовать, голубые – успокоить. И все люди были благородны волшебнику и его шарикам. На Земле царил покой (пауза).</w:t>
      </w:r>
    </w:p>
    <w:p w:rsidR="00067900" w:rsidRPr="00CB75E3" w:rsidRDefault="00067900" w:rsidP="00DC2004">
      <w:pPr>
        <w:rPr>
          <w:rFonts w:ascii="Times New Roman" w:hAnsi="Times New Roman"/>
          <w:i/>
        </w:rPr>
      </w:pPr>
      <w:r w:rsidRPr="00CB75E3">
        <w:rPr>
          <w:rFonts w:ascii="Times New Roman" w:hAnsi="Times New Roman"/>
          <w:i/>
        </w:rPr>
        <w:t>Светило яркое теплое солнышко. Вокруг расцветали волшебные прекрасные цветы (пауза), пели птицы чудесные песни. Вот и вам в ладошки спустились волшебные шарики из волшебной дудочки. Возьмите их, улыбнитесь им, скажите волшебнику тихонечко «спасибо». Откроем свои чудесные глазки, поднимем свои шарики вверх и скажем: «Нам всем сегодня хо-ро-шо» (пауза). Молодцы.</w:t>
      </w:r>
    </w:p>
    <w:p w:rsidR="00067900" w:rsidRPr="00CB75E3" w:rsidRDefault="00067900" w:rsidP="00DC2004">
      <w:pPr>
        <w:rPr>
          <w:rFonts w:ascii="Times New Roman" w:hAnsi="Times New Roman"/>
        </w:rPr>
      </w:pPr>
      <w:r w:rsidRPr="00CB75E3">
        <w:rPr>
          <w:rFonts w:ascii="Times New Roman" w:hAnsi="Times New Roman"/>
        </w:rPr>
        <w:t>-Но нам волшебник прислал волшебные бусинки в волшебной шкатулке, с помощью их мы соберем волшебные ожерелье.</w:t>
      </w:r>
    </w:p>
    <w:p w:rsidR="00067900" w:rsidRPr="00CB75E3" w:rsidRDefault="00067900" w:rsidP="00305557">
      <w:pPr>
        <w:jc w:val="center"/>
        <w:rPr>
          <w:rFonts w:ascii="Times New Roman" w:hAnsi="Times New Roman"/>
          <w:b/>
        </w:rPr>
      </w:pPr>
      <w:r w:rsidRPr="00CB75E3">
        <w:rPr>
          <w:rFonts w:ascii="Times New Roman" w:hAnsi="Times New Roman"/>
          <w:b/>
        </w:rPr>
        <w:t>Исполнение песни «Песенка о дружбе»</w:t>
      </w:r>
    </w:p>
    <w:p w:rsidR="00067900" w:rsidRPr="00D648C7" w:rsidRDefault="00067900" w:rsidP="00D648C7">
      <w:pPr>
        <w:ind w:left="-1134"/>
        <w:jc w:val="center"/>
        <w:rPr>
          <w:rFonts w:ascii="Times New Roman" w:hAnsi="Times New Roman"/>
          <w:b/>
          <w:bCs/>
        </w:rPr>
      </w:pPr>
      <w:r w:rsidRPr="00D648C7">
        <w:rPr>
          <w:rFonts w:ascii="Times New Roman" w:hAnsi="Times New Roman"/>
          <w:b/>
          <w:bCs/>
        </w:rPr>
        <w:t>Литература:</w:t>
      </w:r>
    </w:p>
    <w:p w:rsidR="00067900" w:rsidRPr="00D648C7" w:rsidRDefault="00067900" w:rsidP="00D648C7">
      <w:pPr>
        <w:pStyle w:val="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D648C7">
        <w:rPr>
          <w:rFonts w:ascii="Times New Roman" w:hAnsi="Times New Roman" w:cs="Times New Roman"/>
        </w:rPr>
        <w:t>И.Г. Матыцина. «Мир коммуникативной игры». Минск, 2002</w:t>
      </w:r>
    </w:p>
    <w:p w:rsidR="00067900" w:rsidRPr="00D648C7" w:rsidRDefault="00067900" w:rsidP="00D648C7">
      <w:pPr>
        <w:pStyle w:val="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D648C7">
        <w:rPr>
          <w:rFonts w:ascii="Times New Roman" w:hAnsi="Times New Roman" w:cs="Times New Roman"/>
        </w:rPr>
        <w:t xml:space="preserve">Этюды о природе Восточного Казахстана. «Голоса и краски Беловодья». М. Немцев, </w:t>
      </w:r>
    </w:p>
    <w:p w:rsidR="00067900" w:rsidRPr="00D648C7" w:rsidRDefault="00067900" w:rsidP="00D648C7">
      <w:pPr>
        <w:ind w:left="-1134"/>
        <w:rPr>
          <w:rFonts w:ascii="Times New Roman" w:hAnsi="Times New Roman"/>
        </w:rPr>
      </w:pPr>
      <w:r w:rsidRPr="00D648C7">
        <w:rPr>
          <w:rFonts w:ascii="Times New Roman" w:hAnsi="Times New Roman"/>
        </w:rPr>
        <w:t>М.  Петрачкова. «МРК», 2000.</w:t>
      </w:r>
    </w:p>
    <w:p w:rsidR="00067900" w:rsidRPr="00D648C7" w:rsidRDefault="00067900" w:rsidP="00D648C7">
      <w:pPr>
        <w:pStyle w:val="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D648C7">
        <w:rPr>
          <w:rFonts w:ascii="Times New Roman" w:hAnsi="Times New Roman" w:cs="Times New Roman"/>
        </w:rPr>
        <w:t>Журнал. «Самопознание», № 12, 2010.</w:t>
      </w:r>
    </w:p>
    <w:p w:rsidR="00067900" w:rsidRPr="00D648C7" w:rsidRDefault="00067900" w:rsidP="00D648C7">
      <w:pPr>
        <w:pStyle w:val="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D648C7">
        <w:rPr>
          <w:rFonts w:ascii="Times New Roman" w:hAnsi="Times New Roman" w:cs="Times New Roman"/>
        </w:rPr>
        <w:t>Методическое пособие для учителя «Самопознание», Алматы 2010</w:t>
      </w:r>
    </w:p>
    <w:p w:rsidR="00067900" w:rsidRPr="00D648C7" w:rsidRDefault="00067900" w:rsidP="00D648C7">
      <w:pPr>
        <w:pStyle w:val="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Учебник «Самопознание» для 7</w:t>
      </w:r>
      <w:r w:rsidRPr="00D648C7">
        <w:rPr>
          <w:rFonts w:ascii="Times New Roman" w:hAnsi="Times New Roman" w:cs="Times New Roman"/>
        </w:rPr>
        <w:t xml:space="preserve"> класса общеобразовательной школы, Алматы 2010</w:t>
      </w:r>
    </w:p>
    <w:p w:rsidR="00067900" w:rsidRPr="00D648C7" w:rsidRDefault="00067900" w:rsidP="00D648C7">
      <w:pPr>
        <w:pStyle w:val="a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</w:rPr>
      </w:pPr>
      <w:r w:rsidRPr="00D648C7">
        <w:rPr>
          <w:rFonts w:ascii="Times New Roman" w:hAnsi="Times New Roman" w:cs="Times New Roman"/>
        </w:rPr>
        <w:t>Тетрадь ученика «Самопознание», Алматы 2010</w:t>
      </w:r>
    </w:p>
    <w:p w:rsidR="00067900" w:rsidRPr="00D648C7" w:rsidRDefault="00067900" w:rsidP="00D648C7">
      <w:pPr>
        <w:pStyle w:val="a"/>
        <w:spacing w:after="0" w:line="240" w:lineRule="auto"/>
        <w:ind w:left="0"/>
        <w:rPr>
          <w:rFonts w:ascii="Times New Roman" w:hAnsi="Times New Roman" w:cs="Times New Roman"/>
        </w:rPr>
      </w:pPr>
    </w:p>
    <w:p w:rsidR="00067900" w:rsidRPr="00CB75E3" w:rsidRDefault="00067900" w:rsidP="00DC2004">
      <w:pPr>
        <w:rPr>
          <w:rFonts w:ascii="Times New Roman" w:hAnsi="Times New Roman"/>
        </w:rPr>
      </w:pPr>
    </w:p>
    <w:p w:rsidR="00067900" w:rsidRPr="00CB75E3" w:rsidRDefault="00067900" w:rsidP="00DC2004">
      <w:pPr>
        <w:jc w:val="right"/>
        <w:rPr>
          <w:rFonts w:ascii="Times New Roman" w:hAnsi="Times New Roman"/>
        </w:rPr>
      </w:pPr>
    </w:p>
    <w:p w:rsidR="00067900" w:rsidRPr="00CB75E3" w:rsidRDefault="00067900" w:rsidP="00E32761">
      <w:pPr>
        <w:jc w:val="both"/>
        <w:rPr>
          <w:rFonts w:ascii="Times New Roman" w:hAnsi="Times New Roman"/>
        </w:rPr>
      </w:pPr>
    </w:p>
    <w:p w:rsidR="00067900" w:rsidRPr="00CB75E3" w:rsidRDefault="00067900" w:rsidP="00E32761">
      <w:pPr>
        <w:jc w:val="both"/>
        <w:rPr>
          <w:rFonts w:ascii="Times New Roman" w:hAnsi="Times New Roman"/>
          <w:i/>
        </w:rPr>
      </w:pPr>
    </w:p>
    <w:p w:rsidR="00067900" w:rsidRPr="00CB75E3" w:rsidRDefault="00067900" w:rsidP="00E32761">
      <w:pPr>
        <w:jc w:val="both"/>
        <w:rPr>
          <w:rFonts w:ascii="Times New Roman" w:hAnsi="Times New Roman"/>
        </w:rPr>
      </w:pPr>
    </w:p>
    <w:p w:rsidR="00067900" w:rsidRPr="00CB75E3" w:rsidRDefault="00067900" w:rsidP="00E32761">
      <w:pPr>
        <w:jc w:val="both"/>
        <w:rPr>
          <w:rFonts w:ascii="Times New Roman" w:hAnsi="Times New Roman"/>
        </w:rPr>
      </w:pPr>
    </w:p>
    <w:p w:rsidR="00067900" w:rsidRPr="00CB75E3" w:rsidRDefault="00067900" w:rsidP="00E32761">
      <w:pPr>
        <w:jc w:val="both"/>
        <w:rPr>
          <w:rFonts w:ascii="Times New Roman" w:hAnsi="Times New Roman"/>
        </w:rPr>
      </w:pPr>
    </w:p>
    <w:p w:rsidR="00067900" w:rsidRPr="00CB75E3" w:rsidRDefault="00067900" w:rsidP="00E32761">
      <w:pPr>
        <w:jc w:val="both"/>
        <w:rPr>
          <w:rFonts w:ascii="Times New Roman" w:hAnsi="Times New Roman"/>
        </w:rPr>
      </w:pPr>
    </w:p>
    <w:sectPr w:rsidR="00067900" w:rsidRPr="00CB75E3" w:rsidSect="00EE50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97816"/>
    <w:multiLevelType w:val="hybridMultilevel"/>
    <w:tmpl w:val="92EAC6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11B495A"/>
    <w:multiLevelType w:val="hybridMultilevel"/>
    <w:tmpl w:val="380C7820"/>
    <w:lvl w:ilvl="0" w:tplc="5FCC7432">
      <w:start w:val="1"/>
      <w:numFmt w:val="decimal"/>
      <w:lvlText w:val="%1."/>
      <w:lvlJc w:val="left"/>
      <w:pPr>
        <w:ind w:left="-77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59A6"/>
    <w:rsid w:val="00067900"/>
    <w:rsid w:val="000F0F0A"/>
    <w:rsid w:val="000F7F90"/>
    <w:rsid w:val="00201E63"/>
    <w:rsid w:val="00211B68"/>
    <w:rsid w:val="00247F17"/>
    <w:rsid w:val="00305557"/>
    <w:rsid w:val="003461DE"/>
    <w:rsid w:val="00355836"/>
    <w:rsid w:val="003A59A6"/>
    <w:rsid w:val="003C1EB8"/>
    <w:rsid w:val="004F03F2"/>
    <w:rsid w:val="005F0C81"/>
    <w:rsid w:val="00601120"/>
    <w:rsid w:val="00662040"/>
    <w:rsid w:val="006A01ED"/>
    <w:rsid w:val="007B3A8C"/>
    <w:rsid w:val="00824DAA"/>
    <w:rsid w:val="00951CCD"/>
    <w:rsid w:val="00A835B1"/>
    <w:rsid w:val="00A96BF5"/>
    <w:rsid w:val="00AA74AB"/>
    <w:rsid w:val="00B1646F"/>
    <w:rsid w:val="00C64959"/>
    <w:rsid w:val="00C8181C"/>
    <w:rsid w:val="00CB75E3"/>
    <w:rsid w:val="00D648C7"/>
    <w:rsid w:val="00DC2004"/>
    <w:rsid w:val="00E020A1"/>
    <w:rsid w:val="00E302BA"/>
    <w:rsid w:val="00E32761"/>
    <w:rsid w:val="00ED2534"/>
    <w:rsid w:val="00EE5087"/>
    <w:rsid w:val="00EF4C44"/>
    <w:rsid w:val="00F16A18"/>
    <w:rsid w:val="00F318C3"/>
    <w:rsid w:val="00F84C3A"/>
    <w:rsid w:val="00FB4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087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32761"/>
    <w:pPr>
      <w:ind w:left="720"/>
      <w:contextualSpacing/>
    </w:pPr>
  </w:style>
  <w:style w:type="paragraph" w:customStyle="1" w:styleId="a">
    <w:name w:val="Абзац списка"/>
    <w:basedOn w:val="Normal"/>
    <w:uiPriority w:val="99"/>
    <w:rsid w:val="00D648C7"/>
    <w:pPr>
      <w:spacing w:after="200" w:line="276" w:lineRule="auto"/>
      <w:ind w:left="720"/>
    </w:pPr>
    <w:rPr>
      <w:rFonts w:eastAsia="Times New Roman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1684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4</Pages>
  <Words>783</Words>
  <Characters>4464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211</dc:creator>
  <cp:keywords/>
  <dc:description/>
  <cp:lastModifiedBy>Admin</cp:lastModifiedBy>
  <cp:revision>12</cp:revision>
  <dcterms:created xsi:type="dcterms:W3CDTF">2015-01-17T02:54:00Z</dcterms:created>
  <dcterms:modified xsi:type="dcterms:W3CDTF">2015-01-24T16:33:00Z</dcterms:modified>
</cp:coreProperties>
</file>